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60" w:rsidRDefault="00A97C60" w:rsidP="0002209D">
      <w:pPr>
        <w:pStyle w:val="BodyText"/>
        <w:rPr>
          <w:bCs/>
          <w:sz w:val="20"/>
          <w:szCs w:val="20"/>
        </w:rPr>
      </w:pPr>
      <w:r>
        <w:rPr>
          <w:bCs/>
          <w:sz w:val="20"/>
          <w:szCs w:val="20"/>
        </w:rPr>
        <w:t>Проект</w:t>
      </w:r>
    </w:p>
    <w:p w:rsidR="00A97C60" w:rsidRDefault="00A97C60" w:rsidP="0002209D">
      <w:pPr>
        <w:pStyle w:val="BodyText"/>
        <w:rPr>
          <w:sz w:val="20"/>
          <w:szCs w:val="20"/>
        </w:rPr>
      </w:pPr>
      <w:r>
        <w:rPr>
          <w:bCs/>
          <w:sz w:val="20"/>
          <w:szCs w:val="20"/>
        </w:rPr>
        <w:t xml:space="preserve">Приложение № 10 </w:t>
      </w:r>
    </w:p>
    <w:p w:rsidR="00A97C60" w:rsidRDefault="00A97C60" w:rsidP="001613AF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депутатов Петровского сельсовета </w:t>
      </w:r>
    </w:p>
    <w:p w:rsidR="00A97C60" w:rsidRDefault="00A97C60" w:rsidP="001613AF">
      <w:pPr>
        <w:jc w:val="right"/>
        <w:rPr>
          <w:sz w:val="18"/>
          <w:szCs w:val="18"/>
        </w:rPr>
      </w:pPr>
      <w:r>
        <w:rPr>
          <w:sz w:val="18"/>
          <w:szCs w:val="18"/>
        </w:rPr>
        <w:t>Ордынского района Новосибирской области</w:t>
      </w:r>
    </w:p>
    <w:p w:rsidR="00A97C60" w:rsidRDefault="00A97C60" w:rsidP="001613AF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«О бюджете Петровского сельсовета Ордынского района </w:t>
      </w:r>
    </w:p>
    <w:p w:rsidR="00A97C60" w:rsidRDefault="00A97C60" w:rsidP="001613AF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Новосибирской области на  2014 год и плановый период  2015 и 2016 годов»                                                </w:t>
      </w:r>
    </w:p>
    <w:p w:rsidR="00A97C60" w:rsidRDefault="00A97C60" w:rsidP="00FE0E9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«___» ________  2013г.  № ____ </w:t>
      </w:r>
    </w:p>
    <w:p w:rsidR="00A97C60" w:rsidRDefault="00A97C60" w:rsidP="00FE0E94">
      <w:pPr>
        <w:jc w:val="right"/>
        <w:rPr>
          <w:sz w:val="20"/>
          <w:szCs w:val="20"/>
        </w:rPr>
      </w:pPr>
    </w:p>
    <w:p w:rsidR="00A97C60" w:rsidRPr="00C77175" w:rsidRDefault="00A97C60" w:rsidP="000220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Иные межбюджетные трансферты, передаваемые в бюджет Петровского сельсовета из бюджета Ордынского района Новосибирской области</w:t>
      </w:r>
    </w:p>
    <w:p w:rsidR="00A97C60" w:rsidRDefault="00A97C60" w:rsidP="0002209D">
      <w:pPr>
        <w:jc w:val="center"/>
      </w:pPr>
    </w:p>
    <w:p w:rsidR="00A97C60" w:rsidRDefault="00A97C60" w:rsidP="0002209D">
      <w:pPr>
        <w:jc w:val="right"/>
        <w:rPr>
          <w:sz w:val="20"/>
        </w:rPr>
      </w:pPr>
      <w:r>
        <w:rPr>
          <w:sz w:val="20"/>
        </w:rPr>
        <w:t xml:space="preserve">таблица1.1 </w:t>
      </w:r>
    </w:p>
    <w:p w:rsidR="00A97C60" w:rsidRPr="00FE0E94" w:rsidRDefault="00A97C60" w:rsidP="00FE0E94">
      <w:pPr>
        <w:jc w:val="right"/>
        <w:rPr>
          <w:sz w:val="20"/>
        </w:rPr>
      </w:pPr>
      <w:r>
        <w:rPr>
          <w:sz w:val="20"/>
        </w:rPr>
        <w:t>к приложению 10</w:t>
      </w:r>
    </w:p>
    <w:p w:rsidR="00A97C60" w:rsidRPr="00EE4364" w:rsidRDefault="00A97C60" w:rsidP="0002209D">
      <w:pPr>
        <w:jc w:val="center"/>
        <w:rPr>
          <w:bCs/>
        </w:rPr>
      </w:pPr>
      <w:r w:rsidRPr="00EE4364">
        <w:rPr>
          <w:bCs/>
        </w:rPr>
        <w:t xml:space="preserve">Средства Дорожного фонда </w:t>
      </w:r>
      <w:r>
        <w:rPr>
          <w:bCs/>
        </w:rPr>
        <w:t xml:space="preserve">Петровского сельсовета </w:t>
      </w:r>
      <w:r w:rsidRPr="00EE4364">
        <w:rPr>
          <w:bCs/>
        </w:rPr>
        <w:t>Ордынского района Новосибирской области</w:t>
      </w:r>
    </w:p>
    <w:p w:rsidR="00A97C60" w:rsidRPr="00EE4364" w:rsidRDefault="00A97C60" w:rsidP="0002209D">
      <w:pPr>
        <w:jc w:val="center"/>
      </w:pPr>
      <w:r>
        <w:t>н</w:t>
      </w:r>
      <w:r w:rsidRPr="00EE4364">
        <w:t>а 2014 год</w:t>
      </w:r>
    </w:p>
    <w:p w:rsidR="00A97C60" w:rsidRDefault="00A97C60" w:rsidP="0002209D">
      <w:pPr>
        <w:jc w:val="right"/>
      </w:pPr>
      <w:r>
        <w:rPr>
          <w:sz w:val="20"/>
          <w:szCs w:val="20"/>
        </w:rPr>
        <w:t xml:space="preserve">  </w:t>
      </w:r>
      <w:r w:rsidRPr="00904913">
        <w:rPr>
          <w:sz w:val="20"/>
          <w:szCs w:val="20"/>
        </w:rPr>
        <w:t>тыс</w:t>
      </w:r>
      <w:r>
        <w:rPr>
          <w:sz w:val="20"/>
          <w:szCs w:val="20"/>
        </w:rPr>
        <w:t xml:space="preserve">. </w:t>
      </w:r>
      <w:r w:rsidRPr="00904913">
        <w:rPr>
          <w:sz w:val="20"/>
          <w:szCs w:val="20"/>
        </w:rPr>
        <w:t>рубле</w:t>
      </w:r>
      <w:r>
        <w:rPr>
          <w:sz w:val="20"/>
          <w:szCs w:val="20"/>
        </w:rPr>
        <w:t>й</w:t>
      </w:r>
    </w:p>
    <w:tbl>
      <w:tblPr>
        <w:tblW w:w="5000" w:type="pct"/>
        <w:tblLayout w:type="fixed"/>
        <w:tblLook w:val="00A0"/>
      </w:tblPr>
      <w:tblGrid>
        <w:gridCol w:w="649"/>
        <w:gridCol w:w="3780"/>
        <w:gridCol w:w="2700"/>
        <w:gridCol w:w="3435"/>
      </w:tblGrid>
      <w:tr w:rsidR="00A97C60" w:rsidRPr="00B62C6D" w:rsidTr="00FE0E94">
        <w:trPr>
          <w:trHeight w:val="289"/>
        </w:trPr>
        <w:tc>
          <w:tcPr>
            <w:tcW w:w="3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97C60" w:rsidRPr="0002209D" w:rsidRDefault="00A97C60" w:rsidP="0002209D">
            <w:pPr>
              <w:ind w:left="7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09D">
              <w:rPr>
                <w:b/>
                <w:bCs/>
                <w:color w:val="000000"/>
                <w:sz w:val="20"/>
                <w:szCs w:val="20"/>
              </w:rPr>
              <w:t>№п/п</w:t>
            </w:r>
          </w:p>
        </w:tc>
        <w:tc>
          <w:tcPr>
            <w:tcW w:w="17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97C60" w:rsidRPr="00F827F9" w:rsidRDefault="00A97C60" w:rsidP="00FE0E94">
            <w:pPr>
              <w:jc w:val="center"/>
              <w:rPr>
                <w:bCs/>
                <w:color w:val="000000"/>
              </w:rPr>
            </w:pPr>
            <w:r w:rsidRPr="00F827F9">
              <w:rPr>
                <w:bCs/>
                <w:color w:val="000000"/>
              </w:rPr>
              <w:t>Наименование муниципального образования и объекта дорожной инфраструктуры</w:t>
            </w:r>
          </w:p>
        </w:tc>
        <w:tc>
          <w:tcPr>
            <w:tcW w:w="1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60" w:rsidRPr="00F827F9" w:rsidRDefault="00A97C60" w:rsidP="00FE0E94">
            <w:pPr>
              <w:jc w:val="center"/>
              <w:rPr>
                <w:rFonts w:ascii="Calibri" w:hAnsi="Calibri"/>
                <w:color w:val="000000"/>
              </w:rPr>
            </w:pPr>
            <w:r w:rsidRPr="00F827F9">
              <w:rPr>
                <w:bCs/>
              </w:rPr>
              <w:t>доходов от  акцизов на автомобильный бензин, прямогонный бензин, дизельное топливо, моторные масла для дизельных и (или) карбюраторных (инжекторных) двигателей</w:t>
            </w:r>
            <w:r w:rsidRPr="00F827F9"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1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60" w:rsidRPr="00FE0E94" w:rsidRDefault="00A97C60" w:rsidP="00FE0E94">
            <w:pPr>
              <w:jc w:val="center"/>
              <w:rPr>
                <w:bCs/>
              </w:rPr>
            </w:pPr>
            <w:r w:rsidRPr="00F827F9">
              <w:rPr>
                <w:bCs/>
              </w:rPr>
              <w:t>Субсидия на реализацию мероприятий государственной программы Новосибирской области  "Развитие автомобильных дорог регионального, межмуниципального и местного значения в Новосибирской области в 2012 - 2015 годах" на 2014 год</w:t>
            </w:r>
          </w:p>
        </w:tc>
      </w:tr>
      <w:tr w:rsidR="00A97C60" w:rsidRPr="00B62C6D" w:rsidTr="00FE0E94">
        <w:trPr>
          <w:trHeight w:val="315"/>
        </w:trPr>
        <w:tc>
          <w:tcPr>
            <w:tcW w:w="3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97C60" w:rsidRPr="00B62C6D" w:rsidRDefault="00A97C60" w:rsidP="0071283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97C60" w:rsidRPr="00B62C6D" w:rsidRDefault="00A97C60" w:rsidP="0071283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60" w:rsidRPr="00B62C6D" w:rsidRDefault="00A97C60" w:rsidP="0071283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60" w:rsidRPr="00B62C6D" w:rsidRDefault="00A97C60" w:rsidP="0071283A">
            <w:pPr>
              <w:rPr>
                <w:rFonts w:ascii="Calibri" w:hAnsi="Calibri"/>
                <w:color w:val="000000"/>
              </w:rPr>
            </w:pPr>
          </w:p>
        </w:tc>
      </w:tr>
      <w:tr w:rsidR="00A97C60" w:rsidRPr="005C2F3D" w:rsidTr="00FE0E94">
        <w:trPr>
          <w:trHeight w:val="330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97C60" w:rsidRPr="00B62C6D" w:rsidRDefault="00A97C60" w:rsidP="0071283A">
            <w:pPr>
              <w:jc w:val="right"/>
              <w:rPr>
                <w:b/>
                <w:bCs/>
                <w:color w:val="000000"/>
              </w:rPr>
            </w:pPr>
            <w:r w:rsidRPr="00B62C6D">
              <w:rPr>
                <w:b/>
                <w:bCs/>
                <w:color w:val="000000"/>
              </w:rPr>
              <w:t>14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A97C60" w:rsidRPr="005C2F3D" w:rsidRDefault="00A97C60" w:rsidP="0071283A">
            <w:pPr>
              <w:rPr>
                <w:b/>
                <w:bCs/>
                <w:color w:val="000000"/>
              </w:rPr>
            </w:pPr>
            <w:r w:rsidRPr="005C2F3D">
              <w:rPr>
                <w:b/>
                <w:bCs/>
                <w:color w:val="000000"/>
              </w:rPr>
              <w:t xml:space="preserve">Петровский 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C60" w:rsidRPr="005C2F3D" w:rsidRDefault="00A97C60" w:rsidP="007128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1503,5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C60" w:rsidRPr="005C2F3D" w:rsidRDefault="00A97C60" w:rsidP="007128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496,5</w:t>
            </w:r>
          </w:p>
        </w:tc>
      </w:tr>
      <w:tr w:rsidR="00A97C60" w:rsidRPr="005C2F3D" w:rsidTr="00FE0E94">
        <w:trPr>
          <w:trHeight w:val="352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97C60" w:rsidRPr="00B62C6D" w:rsidRDefault="00A97C60" w:rsidP="0071283A">
            <w:pPr>
              <w:jc w:val="right"/>
              <w:rPr>
                <w:b/>
                <w:bCs/>
                <w:color w:val="000000"/>
              </w:rPr>
            </w:pPr>
            <w:r w:rsidRPr="00B62C6D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A97C60" w:rsidRPr="005C2F3D" w:rsidRDefault="00A97C60" w:rsidP="0071283A">
            <w:pPr>
              <w:rPr>
                <w:color w:val="000000"/>
              </w:rPr>
            </w:pPr>
            <w:r w:rsidRPr="005C2F3D">
              <w:rPr>
                <w:color w:val="000000"/>
              </w:rPr>
              <w:t>ул. Октябрьская с № 54- 69, ул. Октябрьская (подъезд к ДК, почта)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C60" w:rsidRPr="005C2F3D" w:rsidRDefault="00A97C60" w:rsidP="0071283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C60" w:rsidRPr="005C2F3D" w:rsidRDefault="00A97C60" w:rsidP="0071283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97C60" w:rsidRPr="005C2F3D" w:rsidTr="00FE0E94">
        <w:trPr>
          <w:trHeight w:val="330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97C60" w:rsidRPr="00B62C6D" w:rsidRDefault="00A97C60" w:rsidP="0071283A">
            <w:pPr>
              <w:jc w:val="right"/>
              <w:rPr>
                <w:b/>
                <w:bCs/>
                <w:color w:val="000000"/>
              </w:rPr>
            </w:pPr>
            <w:r w:rsidRPr="00B62C6D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A97C60" w:rsidRPr="00B62C6D" w:rsidRDefault="00A97C60" w:rsidP="0071283A">
            <w:pPr>
              <w:rPr>
                <w:b/>
                <w:bCs/>
                <w:color w:val="000000"/>
              </w:rPr>
            </w:pPr>
            <w:r w:rsidRPr="00B62C6D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C60" w:rsidRPr="005C2F3D" w:rsidRDefault="00A97C60" w:rsidP="007128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1503,5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C60" w:rsidRPr="005C2F3D" w:rsidRDefault="00A97C60" w:rsidP="0071283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496,5</w:t>
            </w:r>
          </w:p>
        </w:tc>
      </w:tr>
    </w:tbl>
    <w:p w:rsidR="00A97C60" w:rsidRDefault="00A97C60" w:rsidP="0002209D">
      <w:pPr>
        <w:jc w:val="center"/>
      </w:pPr>
    </w:p>
    <w:p w:rsidR="00A97C60" w:rsidRDefault="00A97C60" w:rsidP="0002209D">
      <w:pPr>
        <w:jc w:val="center"/>
      </w:pPr>
    </w:p>
    <w:p w:rsidR="00A97C60" w:rsidRDefault="00A97C60" w:rsidP="0002209D">
      <w:pPr>
        <w:jc w:val="center"/>
      </w:pPr>
    </w:p>
    <w:p w:rsidR="00A97C60" w:rsidRDefault="00A97C60" w:rsidP="0002209D">
      <w:pPr>
        <w:jc w:val="center"/>
      </w:pPr>
    </w:p>
    <w:p w:rsidR="00A97C60" w:rsidRDefault="00A97C60" w:rsidP="00C47547">
      <w:pPr>
        <w:pStyle w:val="BodyText"/>
        <w:jc w:val="both"/>
      </w:pPr>
      <w:r w:rsidRPr="000879EA">
        <w:t>Глава</w:t>
      </w:r>
      <w:r>
        <w:t xml:space="preserve"> Петровского сельсовета</w:t>
      </w:r>
    </w:p>
    <w:p w:rsidR="00A97C60" w:rsidRDefault="00A97C60" w:rsidP="00C47547">
      <w:pPr>
        <w:pStyle w:val="BodyText"/>
        <w:jc w:val="both"/>
      </w:pPr>
      <w:r w:rsidRPr="000879EA">
        <w:t xml:space="preserve">Ордынского района             </w:t>
      </w:r>
    </w:p>
    <w:p w:rsidR="00A97C60" w:rsidRDefault="00A97C60" w:rsidP="00C47547">
      <w:pPr>
        <w:pStyle w:val="BodyText"/>
        <w:jc w:val="both"/>
      </w:pPr>
      <w:r>
        <w:t xml:space="preserve">Новосибирской области     </w:t>
      </w:r>
      <w:r w:rsidRPr="000879EA">
        <w:t xml:space="preserve">                     </w:t>
      </w:r>
      <w:r>
        <w:t xml:space="preserve">                                                                            Г.В. Уточкина </w:t>
      </w: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FE0E94">
      <w:pPr>
        <w:rPr>
          <w:sz w:val="20"/>
        </w:rPr>
      </w:pPr>
    </w:p>
    <w:p w:rsidR="00A97C60" w:rsidRDefault="00A97C60" w:rsidP="0002209D">
      <w:pPr>
        <w:jc w:val="right"/>
        <w:rPr>
          <w:sz w:val="20"/>
        </w:rPr>
      </w:pPr>
      <w:r>
        <w:rPr>
          <w:sz w:val="20"/>
        </w:rPr>
        <w:t xml:space="preserve">Таблица 1.2 </w:t>
      </w:r>
    </w:p>
    <w:p w:rsidR="00A97C60" w:rsidRPr="00FE0E94" w:rsidRDefault="00A97C60" w:rsidP="00FE0E94">
      <w:pPr>
        <w:jc w:val="right"/>
        <w:rPr>
          <w:sz w:val="20"/>
        </w:rPr>
      </w:pPr>
      <w:r>
        <w:rPr>
          <w:sz w:val="20"/>
        </w:rPr>
        <w:t>к приложению 10</w:t>
      </w:r>
    </w:p>
    <w:p w:rsidR="00A97C60" w:rsidRPr="00EE4364" w:rsidRDefault="00A97C60" w:rsidP="0002209D">
      <w:pPr>
        <w:jc w:val="center"/>
        <w:rPr>
          <w:bCs/>
        </w:rPr>
      </w:pPr>
      <w:r w:rsidRPr="00EE4364">
        <w:rPr>
          <w:bCs/>
        </w:rPr>
        <w:t xml:space="preserve">Средства Дорожного фонда </w:t>
      </w:r>
      <w:r>
        <w:rPr>
          <w:bCs/>
        </w:rPr>
        <w:t xml:space="preserve">Петровского сельсовета </w:t>
      </w:r>
      <w:r w:rsidRPr="00EE4364">
        <w:rPr>
          <w:bCs/>
        </w:rPr>
        <w:t>Ордынского района Новосибирской области</w:t>
      </w:r>
    </w:p>
    <w:p w:rsidR="00A97C60" w:rsidRPr="00EE4364" w:rsidRDefault="00A97C60" w:rsidP="0002209D">
      <w:pPr>
        <w:jc w:val="center"/>
      </w:pPr>
      <w:r>
        <w:t>н</w:t>
      </w:r>
      <w:r w:rsidRPr="00EE4364">
        <w:t>а 2015 год</w:t>
      </w:r>
    </w:p>
    <w:p w:rsidR="00A97C60" w:rsidRPr="00532A70" w:rsidRDefault="00A97C60" w:rsidP="0002209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тыс. рублей</w:t>
      </w:r>
    </w:p>
    <w:tbl>
      <w:tblPr>
        <w:tblW w:w="5000" w:type="pct"/>
        <w:tblLook w:val="0000"/>
      </w:tblPr>
      <w:tblGrid>
        <w:gridCol w:w="757"/>
        <w:gridCol w:w="3492"/>
        <w:gridCol w:w="2700"/>
        <w:gridCol w:w="3615"/>
      </w:tblGrid>
      <w:tr w:rsidR="00A97C60" w:rsidTr="00FE0E94">
        <w:trPr>
          <w:trHeight w:val="2836"/>
        </w:trPr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97C60" w:rsidRDefault="00A97C60" w:rsidP="0071283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16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97C60" w:rsidRPr="0002209D" w:rsidRDefault="00A97C60" w:rsidP="00FE0E94">
            <w:pPr>
              <w:jc w:val="center"/>
              <w:rPr>
                <w:bCs/>
              </w:rPr>
            </w:pPr>
            <w:r w:rsidRPr="0002209D">
              <w:rPr>
                <w:bCs/>
              </w:rPr>
              <w:t>Наименование муниципального образования и объекта дорожной инфраструктуры</w:t>
            </w:r>
          </w:p>
          <w:p w:rsidR="00A97C60" w:rsidRPr="0002209D" w:rsidRDefault="00A97C60" w:rsidP="00FE0E94">
            <w:pPr>
              <w:jc w:val="center"/>
              <w:rPr>
                <w:bCs/>
              </w:rPr>
            </w:pPr>
          </w:p>
          <w:p w:rsidR="00A97C60" w:rsidRPr="00F827F9" w:rsidRDefault="00A97C60" w:rsidP="00FE0E94">
            <w:pPr>
              <w:rPr>
                <w:rFonts w:ascii="Arial CYR" w:hAnsi="Arial CYR" w:cs="Arial CYR"/>
                <w:bCs/>
              </w:rPr>
            </w:pPr>
          </w:p>
        </w:tc>
        <w:tc>
          <w:tcPr>
            <w:tcW w:w="12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97C60" w:rsidRPr="00F827F9" w:rsidRDefault="00A97C60" w:rsidP="00FE0E94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F827F9">
              <w:rPr>
                <w:bCs/>
              </w:rPr>
              <w:t xml:space="preserve">доходов от  акцизов на </w:t>
            </w:r>
            <w:r>
              <w:rPr>
                <w:bCs/>
              </w:rPr>
              <w:t xml:space="preserve"> </w:t>
            </w:r>
            <w:r w:rsidRPr="00F827F9">
              <w:rPr>
                <w:bCs/>
              </w:rPr>
              <w:t>автомобильный бензин, прямогонный бензин, дизельное топливо, моторные масла для дизельных и (или) карбюраторных (инжекторных) двигателей</w:t>
            </w:r>
          </w:p>
        </w:tc>
        <w:tc>
          <w:tcPr>
            <w:tcW w:w="17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97C60" w:rsidRPr="00FE0E94" w:rsidRDefault="00A97C60" w:rsidP="00FE0E94">
            <w:pPr>
              <w:jc w:val="center"/>
            </w:pPr>
            <w:r w:rsidRPr="00F827F9">
              <w:rPr>
                <w:bCs/>
              </w:rPr>
              <w:t>Субсидия на реализацию мероприятий государственной программы Новосибирской области  "Развитие автомобильных дорог регионального, межмуниципального и местного значения в Новосибирской области в 2012 - 2015 годах" на 2015 год</w:t>
            </w:r>
          </w:p>
        </w:tc>
      </w:tr>
      <w:tr w:rsidR="00A97C60" w:rsidTr="00FE0E94">
        <w:trPr>
          <w:trHeight w:val="264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C60" w:rsidRDefault="00A97C60" w:rsidP="0071283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C60" w:rsidRDefault="00A97C60" w:rsidP="0071283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Петровский 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C60" w:rsidRDefault="00A97C60" w:rsidP="0071283A">
            <w:pPr>
              <w:rPr>
                <w:b/>
                <w:bCs/>
              </w:rPr>
            </w:pPr>
          </w:p>
        </w:tc>
        <w:tc>
          <w:tcPr>
            <w:tcW w:w="17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97C60" w:rsidRDefault="00A97C60" w:rsidP="0071283A">
            <w:pPr>
              <w:jc w:val="right"/>
              <w:rPr>
                <w:b/>
              </w:rPr>
            </w:pPr>
            <w:r>
              <w:rPr>
                <w:b/>
              </w:rPr>
              <w:t>1203,1</w:t>
            </w:r>
          </w:p>
        </w:tc>
      </w:tr>
      <w:tr w:rsidR="00A97C60" w:rsidTr="00FE0E94">
        <w:trPr>
          <w:trHeight w:val="264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C60" w:rsidRDefault="00A97C60" w:rsidP="0071283A">
            <w:pPr>
              <w:jc w:val="right"/>
              <w:rPr>
                <w:b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C60" w:rsidRDefault="00A97C60" w:rsidP="0071283A">
            <w:r>
              <w:t>ул.Октябрьская с дома № 69 по № 120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C60" w:rsidRDefault="00A97C60" w:rsidP="0071283A"/>
        </w:tc>
        <w:tc>
          <w:tcPr>
            <w:tcW w:w="17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97C60" w:rsidRDefault="00A97C60" w:rsidP="0071283A">
            <w:pPr>
              <w:jc w:val="right"/>
            </w:pPr>
          </w:p>
        </w:tc>
      </w:tr>
      <w:tr w:rsidR="00A97C60" w:rsidTr="00FE0E94">
        <w:trPr>
          <w:trHeight w:val="264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C60" w:rsidRDefault="00A97C60" w:rsidP="0071283A">
            <w:pPr>
              <w:jc w:val="right"/>
              <w:rPr>
                <w:b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C60" w:rsidRDefault="00A97C60" w:rsidP="0071283A">
            <w:r>
              <w:t>ул. Космическая с дома № 1 по № 23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C60" w:rsidRDefault="00A97C60" w:rsidP="0071283A"/>
        </w:tc>
        <w:tc>
          <w:tcPr>
            <w:tcW w:w="17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97C60" w:rsidRDefault="00A97C60" w:rsidP="0071283A">
            <w:pPr>
              <w:jc w:val="right"/>
            </w:pPr>
          </w:p>
        </w:tc>
      </w:tr>
      <w:tr w:rsidR="00A97C60" w:rsidTr="00FE0E94">
        <w:trPr>
          <w:trHeight w:val="264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C60" w:rsidRDefault="00A97C60" w:rsidP="0071283A">
            <w:pPr>
              <w:jc w:val="right"/>
              <w:rPr>
                <w:b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C60" w:rsidRDefault="00A97C60" w:rsidP="0071283A">
            <w:r>
              <w:t>Дорога до Храма от дома № 62 ул.Октябрьская до пер. Первомайский 2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C60" w:rsidRDefault="00A97C60" w:rsidP="0071283A"/>
        </w:tc>
        <w:tc>
          <w:tcPr>
            <w:tcW w:w="17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97C60" w:rsidRDefault="00A97C60" w:rsidP="0071283A">
            <w:pPr>
              <w:jc w:val="right"/>
            </w:pPr>
          </w:p>
        </w:tc>
      </w:tr>
      <w:tr w:rsidR="00A97C60" w:rsidTr="00FE0E94">
        <w:trPr>
          <w:trHeight w:val="276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97C60" w:rsidRDefault="00A97C60" w:rsidP="0071283A">
            <w:pPr>
              <w:jc w:val="right"/>
              <w:rPr>
                <w:b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97C60" w:rsidRDefault="00A97C60" w:rsidP="00712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97C60" w:rsidRDefault="00A97C60" w:rsidP="0071283A">
            <w:pPr>
              <w:jc w:val="right"/>
              <w:rPr>
                <w:b/>
                <w:bCs/>
              </w:rPr>
            </w:pPr>
          </w:p>
        </w:tc>
        <w:tc>
          <w:tcPr>
            <w:tcW w:w="1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97C60" w:rsidRDefault="00A97C60" w:rsidP="0071283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1203,1</w:t>
            </w:r>
          </w:p>
        </w:tc>
      </w:tr>
    </w:tbl>
    <w:p w:rsidR="00A97C60" w:rsidRDefault="00A97C60" w:rsidP="00FE0E94">
      <w:pPr>
        <w:rPr>
          <w:sz w:val="20"/>
        </w:rPr>
      </w:pPr>
    </w:p>
    <w:p w:rsidR="00A97C60" w:rsidRDefault="00A97C60" w:rsidP="0002209D">
      <w:pPr>
        <w:jc w:val="right"/>
        <w:rPr>
          <w:sz w:val="20"/>
        </w:rPr>
      </w:pPr>
    </w:p>
    <w:p w:rsidR="00A97C60" w:rsidRDefault="00A97C60" w:rsidP="0002209D">
      <w:pPr>
        <w:jc w:val="right"/>
        <w:rPr>
          <w:sz w:val="20"/>
        </w:rPr>
      </w:pPr>
    </w:p>
    <w:p w:rsidR="00A97C60" w:rsidRDefault="00A97C60" w:rsidP="0002209D">
      <w:pPr>
        <w:jc w:val="right"/>
        <w:rPr>
          <w:sz w:val="20"/>
        </w:rPr>
      </w:pPr>
    </w:p>
    <w:p w:rsidR="00A97C60" w:rsidRDefault="00A97C60" w:rsidP="00C47547">
      <w:pPr>
        <w:pStyle w:val="BodyText"/>
        <w:jc w:val="both"/>
      </w:pPr>
      <w:r w:rsidRPr="000879EA">
        <w:t>Глава</w:t>
      </w:r>
      <w:r>
        <w:t xml:space="preserve"> Петровского сельсовета</w:t>
      </w:r>
    </w:p>
    <w:p w:rsidR="00A97C60" w:rsidRDefault="00A97C60" w:rsidP="00C47547">
      <w:pPr>
        <w:pStyle w:val="BodyText"/>
        <w:jc w:val="both"/>
      </w:pPr>
      <w:r w:rsidRPr="000879EA">
        <w:t xml:space="preserve">Ордынского района             </w:t>
      </w:r>
      <w:r>
        <w:t xml:space="preserve"> </w:t>
      </w:r>
    </w:p>
    <w:p w:rsidR="00A97C60" w:rsidRDefault="00A97C60" w:rsidP="00C47547">
      <w:pPr>
        <w:pStyle w:val="BodyText"/>
        <w:jc w:val="both"/>
      </w:pPr>
      <w:r>
        <w:t xml:space="preserve">Новосибирской области     </w:t>
      </w:r>
      <w:r w:rsidRPr="000879EA">
        <w:t xml:space="preserve">                     </w:t>
      </w:r>
      <w:r>
        <w:t xml:space="preserve">                                                                           Г.В. Уточкина</w:t>
      </w: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C47547">
      <w:pPr>
        <w:pStyle w:val="BodyText"/>
        <w:jc w:val="both"/>
      </w:pPr>
    </w:p>
    <w:p w:rsidR="00A97C60" w:rsidRDefault="00A97C60" w:rsidP="0002209D">
      <w:pPr>
        <w:jc w:val="right"/>
        <w:rPr>
          <w:sz w:val="20"/>
        </w:rPr>
      </w:pPr>
    </w:p>
    <w:p w:rsidR="00A97C60" w:rsidRDefault="00A97C60" w:rsidP="0002209D">
      <w:pPr>
        <w:jc w:val="right"/>
        <w:rPr>
          <w:sz w:val="20"/>
        </w:rPr>
      </w:pPr>
      <w:r>
        <w:rPr>
          <w:sz w:val="20"/>
        </w:rPr>
        <w:t xml:space="preserve">Таблица 1.3 </w:t>
      </w:r>
    </w:p>
    <w:p w:rsidR="00A97C60" w:rsidRDefault="00A97C60" w:rsidP="0002209D">
      <w:pPr>
        <w:jc w:val="right"/>
        <w:rPr>
          <w:sz w:val="20"/>
        </w:rPr>
      </w:pPr>
      <w:r>
        <w:rPr>
          <w:sz w:val="20"/>
        </w:rPr>
        <w:t>к приложению 10</w:t>
      </w:r>
    </w:p>
    <w:p w:rsidR="00A97C60" w:rsidRDefault="00A97C60" w:rsidP="0002209D">
      <w:pPr>
        <w:jc w:val="center"/>
        <w:rPr>
          <w:sz w:val="28"/>
          <w:szCs w:val="28"/>
        </w:rPr>
      </w:pPr>
    </w:p>
    <w:p w:rsidR="00A97C60" w:rsidRDefault="00A97C60" w:rsidP="0002209D">
      <w:pPr>
        <w:jc w:val="center"/>
        <w:rPr>
          <w:sz w:val="28"/>
          <w:szCs w:val="28"/>
        </w:rPr>
      </w:pPr>
    </w:p>
    <w:p w:rsidR="00A97C60" w:rsidRPr="00EE4364" w:rsidRDefault="00A97C60" w:rsidP="0002209D">
      <w:pPr>
        <w:jc w:val="center"/>
        <w:rPr>
          <w:bCs/>
        </w:rPr>
      </w:pPr>
      <w:r w:rsidRPr="00EE4364">
        <w:rPr>
          <w:bCs/>
        </w:rPr>
        <w:t xml:space="preserve">Средства Дорожного фонда </w:t>
      </w:r>
      <w:r>
        <w:rPr>
          <w:bCs/>
        </w:rPr>
        <w:t xml:space="preserve">Петровского сельсовета </w:t>
      </w:r>
      <w:r w:rsidRPr="00EE4364">
        <w:rPr>
          <w:bCs/>
        </w:rPr>
        <w:t>Ордынского района Новосибирской области</w:t>
      </w:r>
    </w:p>
    <w:p w:rsidR="00A97C60" w:rsidRPr="00EE4364" w:rsidRDefault="00A97C60" w:rsidP="0002209D">
      <w:pPr>
        <w:jc w:val="center"/>
      </w:pPr>
      <w:r>
        <w:t>н</w:t>
      </w:r>
      <w:r w:rsidRPr="00EE4364">
        <w:t>а 201</w:t>
      </w:r>
      <w:r>
        <w:t>6</w:t>
      </w:r>
      <w:r w:rsidRPr="00EE4364">
        <w:t xml:space="preserve"> год</w:t>
      </w:r>
    </w:p>
    <w:p w:rsidR="00A97C60" w:rsidRDefault="00A97C60" w:rsidP="0002209D">
      <w:pPr>
        <w:jc w:val="right"/>
      </w:pPr>
      <w:r w:rsidRPr="00904913">
        <w:rPr>
          <w:sz w:val="20"/>
          <w:szCs w:val="20"/>
        </w:rPr>
        <w:t>тыс</w:t>
      </w:r>
      <w:r>
        <w:rPr>
          <w:sz w:val="20"/>
          <w:szCs w:val="20"/>
        </w:rPr>
        <w:t xml:space="preserve">. </w:t>
      </w:r>
      <w:r w:rsidRPr="00904913">
        <w:rPr>
          <w:sz w:val="20"/>
          <w:szCs w:val="20"/>
        </w:rPr>
        <w:t>рубле</w:t>
      </w:r>
      <w:r>
        <w:rPr>
          <w:sz w:val="20"/>
          <w:szCs w:val="20"/>
        </w:rPr>
        <w:t>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"/>
        <w:gridCol w:w="3896"/>
        <w:gridCol w:w="2292"/>
        <w:gridCol w:w="3391"/>
      </w:tblGrid>
      <w:tr w:rsidR="00A97C60" w:rsidTr="0002209D">
        <w:trPr>
          <w:trHeight w:val="2858"/>
        </w:trPr>
        <w:tc>
          <w:tcPr>
            <w:tcW w:w="466" w:type="pct"/>
          </w:tcPr>
          <w:p w:rsidR="00A97C60" w:rsidRPr="00F827F9" w:rsidRDefault="00A97C60" w:rsidP="0071283A">
            <w:pPr>
              <w:jc w:val="center"/>
              <w:rPr>
                <w:bCs/>
              </w:rPr>
            </w:pPr>
            <w:r w:rsidRPr="00F827F9">
              <w:rPr>
                <w:bCs/>
              </w:rPr>
              <w:t>№ п/п</w:t>
            </w:r>
          </w:p>
        </w:tc>
        <w:tc>
          <w:tcPr>
            <w:tcW w:w="1844" w:type="pct"/>
          </w:tcPr>
          <w:p w:rsidR="00A97C60" w:rsidRPr="00F827F9" w:rsidRDefault="00A97C60" w:rsidP="0071283A">
            <w:pPr>
              <w:jc w:val="center"/>
              <w:rPr>
                <w:bCs/>
              </w:rPr>
            </w:pPr>
            <w:r w:rsidRPr="00F827F9">
              <w:rPr>
                <w:bCs/>
              </w:rPr>
              <w:t xml:space="preserve">Наименование </w:t>
            </w:r>
            <w:r>
              <w:rPr>
                <w:bCs/>
              </w:rPr>
              <w:t>МО</w:t>
            </w:r>
          </w:p>
        </w:tc>
        <w:tc>
          <w:tcPr>
            <w:tcW w:w="1085" w:type="pct"/>
          </w:tcPr>
          <w:p w:rsidR="00A97C60" w:rsidRPr="00F827F9" w:rsidRDefault="00A97C60" w:rsidP="0071283A">
            <w:pPr>
              <w:jc w:val="center"/>
              <w:rPr>
                <w:sz w:val="28"/>
                <w:szCs w:val="28"/>
              </w:rPr>
            </w:pPr>
            <w:r w:rsidRPr="00F827F9">
              <w:rPr>
                <w:bCs/>
              </w:rPr>
              <w:t>доходов от  акцизов на автомобильный бензин, прямогонный бензин, дизельное топливо, моторные масла для дизельных и (или) карбюраторных (инжекторных) двигателей</w:t>
            </w:r>
            <w:r w:rsidRPr="00F827F9">
              <w:rPr>
                <w:sz w:val="28"/>
                <w:szCs w:val="28"/>
              </w:rPr>
              <w:t xml:space="preserve"> </w:t>
            </w:r>
          </w:p>
          <w:p w:rsidR="00A97C60" w:rsidRPr="00F827F9" w:rsidRDefault="00A97C60" w:rsidP="0071283A">
            <w:pPr>
              <w:jc w:val="center"/>
              <w:rPr>
                <w:bCs/>
              </w:rPr>
            </w:pPr>
          </w:p>
        </w:tc>
        <w:tc>
          <w:tcPr>
            <w:tcW w:w="1605" w:type="pct"/>
          </w:tcPr>
          <w:p w:rsidR="00A97C60" w:rsidRPr="00F827F9" w:rsidRDefault="00A97C60" w:rsidP="0071283A">
            <w:pPr>
              <w:jc w:val="center"/>
            </w:pPr>
            <w:r w:rsidRPr="00F827F9">
              <w:rPr>
                <w:bCs/>
              </w:rPr>
              <w:t>Субсидия на реализацию мероприятий по развитию автомобильных дорог местного значения в Новосибирской области на 2016 год</w:t>
            </w:r>
          </w:p>
          <w:p w:rsidR="00A97C60" w:rsidRPr="00F827F9" w:rsidRDefault="00A97C60" w:rsidP="0071283A">
            <w:pPr>
              <w:jc w:val="center"/>
              <w:rPr>
                <w:sz w:val="28"/>
                <w:szCs w:val="28"/>
              </w:rPr>
            </w:pPr>
          </w:p>
          <w:p w:rsidR="00A97C60" w:rsidRPr="00F827F9" w:rsidRDefault="00A97C60" w:rsidP="0071283A">
            <w:pPr>
              <w:jc w:val="center"/>
              <w:rPr>
                <w:bCs/>
              </w:rPr>
            </w:pPr>
          </w:p>
        </w:tc>
      </w:tr>
      <w:tr w:rsidR="00A97C60" w:rsidRPr="00CA1C8B" w:rsidTr="0002209D">
        <w:tc>
          <w:tcPr>
            <w:tcW w:w="466" w:type="pct"/>
          </w:tcPr>
          <w:p w:rsidR="00A97C60" w:rsidRDefault="00A97C60" w:rsidP="0071283A">
            <w:pPr>
              <w:jc w:val="right"/>
            </w:pPr>
            <w:r>
              <w:t>1</w:t>
            </w:r>
          </w:p>
        </w:tc>
        <w:tc>
          <w:tcPr>
            <w:tcW w:w="1844" w:type="pct"/>
            <w:vAlign w:val="bottom"/>
          </w:tcPr>
          <w:p w:rsidR="00A97C60" w:rsidRPr="00793734" w:rsidRDefault="00A97C60" w:rsidP="0071283A">
            <w:r w:rsidRPr="00793734">
              <w:t>Петровский</w:t>
            </w:r>
          </w:p>
        </w:tc>
        <w:tc>
          <w:tcPr>
            <w:tcW w:w="1085" w:type="pct"/>
            <w:vAlign w:val="bottom"/>
          </w:tcPr>
          <w:p w:rsidR="00A97C60" w:rsidRPr="0066398F" w:rsidRDefault="00A97C60" w:rsidP="0071283A">
            <w:pPr>
              <w:jc w:val="right"/>
            </w:pPr>
          </w:p>
        </w:tc>
        <w:tc>
          <w:tcPr>
            <w:tcW w:w="1605" w:type="pct"/>
            <w:vAlign w:val="bottom"/>
          </w:tcPr>
          <w:p w:rsidR="00A97C60" w:rsidRPr="0066398F" w:rsidRDefault="00A97C60" w:rsidP="0071283A">
            <w:pPr>
              <w:jc w:val="right"/>
            </w:pPr>
            <w:r w:rsidRPr="0066398F">
              <w:t>1589,0</w:t>
            </w:r>
          </w:p>
        </w:tc>
      </w:tr>
      <w:tr w:rsidR="00A97C60" w:rsidRPr="00CA1C8B" w:rsidTr="0002209D">
        <w:tc>
          <w:tcPr>
            <w:tcW w:w="466" w:type="pct"/>
          </w:tcPr>
          <w:p w:rsidR="00A97C60" w:rsidRDefault="00A97C60" w:rsidP="0071283A">
            <w:pPr>
              <w:jc w:val="right"/>
            </w:pPr>
          </w:p>
        </w:tc>
        <w:tc>
          <w:tcPr>
            <w:tcW w:w="1844" w:type="pct"/>
            <w:vAlign w:val="bottom"/>
          </w:tcPr>
          <w:p w:rsidR="00A97C60" w:rsidRPr="00793734" w:rsidRDefault="00A97C60" w:rsidP="0071283A">
            <w:r>
              <w:t>пер.Юбилейная</w:t>
            </w:r>
          </w:p>
        </w:tc>
        <w:tc>
          <w:tcPr>
            <w:tcW w:w="1085" w:type="pct"/>
            <w:vAlign w:val="bottom"/>
          </w:tcPr>
          <w:p w:rsidR="00A97C60" w:rsidRPr="0066398F" w:rsidRDefault="00A97C60" w:rsidP="0071283A">
            <w:pPr>
              <w:jc w:val="right"/>
            </w:pPr>
          </w:p>
        </w:tc>
        <w:tc>
          <w:tcPr>
            <w:tcW w:w="1605" w:type="pct"/>
            <w:vAlign w:val="bottom"/>
          </w:tcPr>
          <w:p w:rsidR="00A97C60" w:rsidRPr="0066398F" w:rsidRDefault="00A97C60" w:rsidP="0071283A">
            <w:pPr>
              <w:jc w:val="right"/>
            </w:pPr>
          </w:p>
        </w:tc>
      </w:tr>
      <w:tr w:rsidR="00A97C60" w:rsidRPr="00CA1C8B" w:rsidTr="0002209D">
        <w:tc>
          <w:tcPr>
            <w:tcW w:w="466" w:type="pct"/>
          </w:tcPr>
          <w:p w:rsidR="00A97C60" w:rsidRDefault="00A97C60" w:rsidP="0071283A">
            <w:pPr>
              <w:jc w:val="center"/>
            </w:pPr>
          </w:p>
        </w:tc>
        <w:tc>
          <w:tcPr>
            <w:tcW w:w="1844" w:type="pct"/>
          </w:tcPr>
          <w:p w:rsidR="00A97C60" w:rsidRDefault="00A97C60" w:rsidP="00712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085" w:type="pct"/>
            <w:vAlign w:val="bottom"/>
          </w:tcPr>
          <w:p w:rsidR="00A97C60" w:rsidRPr="00CA1C8B" w:rsidRDefault="00A97C60" w:rsidP="0071283A">
            <w:pPr>
              <w:jc w:val="right"/>
              <w:rPr>
                <w:b/>
                <w:bCs/>
              </w:rPr>
            </w:pPr>
          </w:p>
        </w:tc>
        <w:tc>
          <w:tcPr>
            <w:tcW w:w="1605" w:type="pct"/>
            <w:vAlign w:val="bottom"/>
          </w:tcPr>
          <w:p w:rsidR="00A97C60" w:rsidRPr="00CA1C8B" w:rsidRDefault="00A97C60" w:rsidP="0071283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1589,0</w:t>
            </w:r>
          </w:p>
        </w:tc>
      </w:tr>
    </w:tbl>
    <w:p w:rsidR="00A97C60" w:rsidRDefault="00A97C60" w:rsidP="0002209D">
      <w:pPr>
        <w:jc w:val="center"/>
        <w:rPr>
          <w:sz w:val="28"/>
          <w:szCs w:val="28"/>
        </w:rPr>
      </w:pPr>
    </w:p>
    <w:p w:rsidR="00A97C60" w:rsidRDefault="00A97C60" w:rsidP="0002209D">
      <w:pPr>
        <w:jc w:val="center"/>
        <w:rPr>
          <w:sz w:val="28"/>
          <w:szCs w:val="28"/>
        </w:rPr>
      </w:pPr>
    </w:p>
    <w:p w:rsidR="00A97C60" w:rsidRDefault="00A97C60" w:rsidP="0002209D">
      <w:pPr>
        <w:jc w:val="center"/>
        <w:rPr>
          <w:sz w:val="28"/>
          <w:szCs w:val="28"/>
        </w:rPr>
      </w:pPr>
    </w:p>
    <w:p w:rsidR="00A97C60" w:rsidRDefault="00A97C60" w:rsidP="0002209D">
      <w:pPr>
        <w:jc w:val="center"/>
        <w:rPr>
          <w:sz w:val="28"/>
          <w:szCs w:val="28"/>
        </w:rPr>
      </w:pPr>
    </w:p>
    <w:p w:rsidR="00A97C60" w:rsidRDefault="00A97C60" w:rsidP="00C47547">
      <w:pPr>
        <w:pStyle w:val="BodyText"/>
        <w:jc w:val="both"/>
      </w:pPr>
      <w:r w:rsidRPr="000879EA">
        <w:t>Глава</w:t>
      </w:r>
      <w:r>
        <w:t xml:space="preserve"> Петровского сельсовета</w:t>
      </w:r>
    </w:p>
    <w:p w:rsidR="00A97C60" w:rsidRDefault="00A97C60" w:rsidP="00C47547">
      <w:pPr>
        <w:pStyle w:val="BodyText"/>
        <w:jc w:val="both"/>
      </w:pPr>
      <w:r w:rsidRPr="000879EA">
        <w:t xml:space="preserve">Ордынского района             </w:t>
      </w:r>
    </w:p>
    <w:p w:rsidR="00A97C60" w:rsidRDefault="00A97C60" w:rsidP="00C47547">
      <w:pPr>
        <w:pStyle w:val="BodyText"/>
        <w:jc w:val="both"/>
      </w:pPr>
      <w:r>
        <w:t xml:space="preserve">Новосибирской области     </w:t>
      </w:r>
      <w:r w:rsidRPr="000879EA">
        <w:t xml:space="preserve">                    </w:t>
      </w:r>
      <w:r>
        <w:t xml:space="preserve">                                 </w:t>
      </w:r>
      <w:r w:rsidRPr="000879EA">
        <w:t xml:space="preserve"> </w:t>
      </w:r>
      <w:r>
        <w:t xml:space="preserve">                                     Г.В. Уточкина</w:t>
      </w:r>
    </w:p>
    <w:p w:rsidR="00A97C60" w:rsidRDefault="00A97C60"/>
    <w:sectPr w:rsidR="00A97C60" w:rsidSect="00FE0E94">
      <w:pgSz w:w="11906" w:h="16838"/>
      <w:pgMar w:top="709" w:right="707" w:bottom="5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09D"/>
    <w:rsid w:val="00011388"/>
    <w:rsid w:val="00014CA3"/>
    <w:rsid w:val="00015B89"/>
    <w:rsid w:val="00016E50"/>
    <w:rsid w:val="0002209D"/>
    <w:rsid w:val="000275E1"/>
    <w:rsid w:val="0003025A"/>
    <w:rsid w:val="00030A08"/>
    <w:rsid w:val="00036E53"/>
    <w:rsid w:val="00037EDF"/>
    <w:rsid w:val="00044E74"/>
    <w:rsid w:val="00045E2D"/>
    <w:rsid w:val="0004611A"/>
    <w:rsid w:val="00046A79"/>
    <w:rsid w:val="000470BB"/>
    <w:rsid w:val="00047ACF"/>
    <w:rsid w:val="00050E45"/>
    <w:rsid w:val="00053B22"/>
    <w:rsid w:val="00054CE0"/>
    <w:rsid w:val="0005583E"/>
    <w:rsid w:val="00055CF0"/>
    <w:rsid w:val="00056D93"/>
    <w:rsid w:val="00057368"/>
    <w:rsid w:val="00060BC8"/>
    <w:rsid w:val="00064D14"/>
    <w:rsid w:val="00070EC5"/>
    <w:rsid w:val="00071B36"/>
    <w:rsid w:val="00073679"/>
    <w:rsid w:val="00074EB1"/>
    <w:rsid w:val="00076918"/>
    <w:rsid w:val="000818BB"/>
    <w:rsid w:val="000829CF"/>
    <w:rsid w:val="0008382E"/>
    <w:rsid w:val="00084A06"/>
    <w:rsid w:val="0008556A"/>
    <w:rsid w:val="000879EA"/>
    <w:rsid w:val="000974DC"/>
    <w:rsid w:val="000A2BCE"/>
    <w:rsid w:val="000A2CEB"/>
    <w:rsid w:val="000A3B0F"/>
    <w:rsid w:val="000A55D6"/>
    <w:rsid w:val="000A60EB"/>
    <w:rsid w:val="000B1D1B"/>
    <w:rsid w:val="000B43F4"/>
    <w:rsid w:val="000B4CAD"/>
    <w:rsid w:val="000B6C75"/>
    <w:rsid w:val="000C3322"/>
    <w:rsid w:val="000C62DC"/>
    <w:rsid w:val="000C6CB6"/>
    <w:rsid w:val="000C7370"/>
    <w:rsid w:val="000D047C"/>
    <w:rsid w:val="000D11A5"/>
    <w:rsid w:val="000D24EE"/>
    <w:rsid w:val="000D3092"/>
    <w:rsid w:val="000E1397"/>
    <w:rsid w:val="000E3928"/>
    <w:rsid w:val="000E6638"/>
    <w:rsid w:val="000F0535"/>
    <w:rsid w:val="000F39D9"/>
    <w:rsid w:val="000F4018"/>
    <w:rsid w:val="000F49F0"/>
    <w:rsid w:val="00100F3C"/>
    <w:rsid w:val="00103634"/>
    <w:rsid w:val="00103892"/>
    <w:rsid w:val="00103930"/>
    <w:rsid w:val="00104C1B"/>
    <w:rsid w:val="00105B33"/>
    <w:rsid w:val="00121F1C"/>
    <w:rsid w:val="00134270"/>
    <w:rsid w:val="001375D8"/>
    <w:rsid w:val="00140C8E"/>
    <w:rsid w:val="001436A1"/>
    <w:rsid w:val="00144DB6"/>
    <w:rsid w:val="00145762"/>
    <w:rsid w:val="00145B2B"/>
    <w:rsid w:val="00145F72"/>
    <w:rsid w:val="0014748D"/>
    <w:rsid w:val="00147BF9"/>
    <w:rsid w:val="001521E6"/>
    <w:rsid w:val="00152BE0"/>
    <w:rsid w:val="00157264"/>
    <w:rsid w:val="00160343"/>
    <w:rsid w:val="00160598"/>
    <w:rsid w:val="001613AF"/>
    <w:rsid w:val="00161C26"/>
    <w:rsid w:val="00163010"/>
    <w:rsid w:val="001635F9"/>
    <w:rsid w:val="001732D0"/>
    <w:rsid w:val="00174643"/>
    <w:rsid w:val="00176462"/>
    <w:rsid w:val="00182092"/>
    <w:rsid w:val="00182955"/>
    <w:rsid w:val="00185DEC"/>
    <w:rsid w:val="001920C2"/>
    <w:rsid w:val="00192235"/>
    <w:rsid w:val="001937F5"/>
    <w:rsid w:val="00196371"/>
    <w:rsid w:val="00196418"/>
    <w:rsid w:val="001A27BD"/>
    <w:rsid w:val="001A3B86"/>
    <w:rsid w:val="001A48C7"/>
    <w:rsid w:val="001A59D1"/>
    <w:rsid w:val="001A5A53"/>
    <w:rsid w:val="001A709A"/>
    <w:rsid w:val="001B466D"/>
    <w:rsid w:val="001B7777"/>
    <w:rsid w:val="001B79BE"/>
    <w:rsid w:val="001C4E64"/>
    <w:rsid w:val="001C58AB"/>
    <w:rsid w:val="001C6400"/>
    <w:rsid w:val="001C73BC"/>
    <w:rsid w:val="001D54FF"/>
    <w:rsid w:val="001D5C9E"/>
    <w:rsid w:val="001D6DB1"/>
    <w:rsid w:val="001E086C"/>
    <w:rsid w:val="001E0FFC"/>
    <w:rsid w:val="001E1BE3"/>
    <w:rsid w:val="001E4D51"/>
    <w:rsid w:val="001F09CC"/>
    <w:rsid w:val="001F3A82"/>
    <w:rsid w:val="001F550B"/>
    <w:rsid w:val="00202710"/>
    <w:rsid w:val="00204A64"/>
    <w:rsid w:val="00205FFF"/>
    <w:rsid w:val="00206735"/>
    <w:rsid w:val="0020685A"/>
    <w:rsid w:val="002119F7"/>
    <w:rsid w:val="002146B3"/>
    <w:rsid w:val="00220024"/>
    <w:rsid w:val="00220531"/>
    <w:rsid w:val="00224C34"/>
    <w:rsid w:val="00227C34"/>
    <w:rsid w:val="00227D41"/>
    <w:rsid w:val="00231D28"/>
    <w:rsid w:val="002461BF"/>
    <w:rsid w:val="0025201C"/>
    <w:rsid w:val="00253F3F"/>
    <w:rsid w:val="00262008"/>
    <w:rsid w:val="002651F1"/>
    <w:rsid w:val="00271AED"/>
    <w:rsid w:val="00274A50"/>
    <w:rsid w:val="002760DB"/>
    <w:rsid w:val="00281701"/>
    <w:rsid w:val="0028461A"/>
    <w:rsid w:val="00285A81"/>
    <w:rsid w:val="0028709D"/>
    <w:rsid w:val="00292BDF"/>
    <w:rsid w:val="002A13C3"/>
    <w:rsid w:val="002A2023"/>
    <w:rsid w:val="002A2F1C"/>
    <w:rsid w:val="002A7F31"/>
    <w:rsid w:val="002B3892"/>
    <w:rsid w:val="002B3ED2"/>
    <w:rsid w:val="002B54C5"/>
    <w:rsid w:val="002B704A"/>
    <w:rsid w:val="002B7CA1"/>
    <w:rsid w:val="002C4629"/>
    <w:rsid w:val="002C4C37"/>
    <w:rsid w:val="002C6A89"/>
    <w:rsid w:val="002D180D"/>
    <w:rsid w:val="002D2231"/>
    <w:rsid w:val="002D4F9C"/>
    <w:rsid w:val="002E07AB"/>
    <w:rsid w:val="002E0BB4"/>
    <w:rsid w:val="002E79BD"/>
    <w:rsid w:val="002F060C"/>
    <w:rsid w:val="002F0CD4"/>
    <w:rsid w:val="003024E9"/>
    <w:rsid w:val="003056C9"/>
    <w:rsid w:val="00305B3F"/>
    <w:rsid w:val="00306431"/>
    <w:rsid w:val="0031088E"/>
    <w:rsid w:val="003133CB"/>
    <w:rsid w:val="0031375C"/>
    <w:rsid w:val="00314BFA"/>
    <w:rsid w:val="00317B95"/>
    <w:rsid w:val="00317CDE"/>
    <w:rsid w:val="003202A0"/>
    <w:rsid w:val="003220C8"/>
    <w:rsid w:val="00322AAE"/>
    <w:rsid w:val="00322D1B"/>
    <w:rsid w:val="00324A74"/>
    <w:rsid w:val="003307E9"/>
    <w:rsid w:val="0033140D"/>
    <w:rsid w:val="003319DE"/>
    <w:rsid w:val="003323DB"/>
    <w:rsid w:val="00340FBD"/>
    <w:rsid w:val="003412C7"/>
    <w:rsid w:val="00345249"/>
    <w:rsid w:val="003528A6"/>
    <w:rsid w:val="003529B7"/>
    <w:rsid w:val="00352F6D"/>
    <w:rsid w:val="00353018"/>
    <w:rsid w:val="00354612"/>
    <w:rsid w:val="00357717"/>
    <w:rsid w:val="00357FBB"/>
    <w:rsid w:val="003626AC"/>
    <w:rsid w:val="00365DF3"/>
    <w:rsid w:val="00372C19"/>
    <w:rsid w:val="00375A67"/>
    <w:rsid w:val="00376190"/>
    <w:rsid w:val="00377FDA"/>
    <w:rsid w:val="00380157"/>
    <w:rsid w:val="003816AF"/>
    <w:rsid w:val="003843F6"/>
    <w:rsid w:val="0039030E"/>
    <w:rsid w:val="00391752"/>
    <w:rsid w:val="003973E4"/>
    <w:rsid w:val="003A2021"/>
    <w:rsid w:val="003B2AC2"/>
    <w:rsid w:val="003B4740"/>
    <w:rsid w:val="003C05B7"/>
    <w:rsid w:val="003C1054"/>
    <w:rsid w:val="003C41D1"/>
    <w:rsid w:val="003C64D7"/>
    <w:rsid w:val="003C6573"/>
    <w:rsid w:val="003D11DE"/>
    <w:rsid w:val="003D218D"/>
    <w:rsid w:val="003D54EC"/>
    <w:rsid w:val="003D7F98"/>
    <w:rsid w:val="003E018F"/>
    <w:rsid w:val="003E031A"/>
    <w:rsid w:val="003F056C"/>
    <w:rsid w:val="003F24AD"/>
    <w:rsid w:val="003F2B1D"/>
    <w:rsid w:val="00401219"/>
    <w:rsid w:val="004036C1"/>
    <w:rsid w:val="00412BA4"/>
    <w:rsid w:val="00413510"/>
    <w:rsid w:val="00420E5C"/>
    <w:rsid w:val="004227CF"/>
    <w:rsid w:val="004236DD"/>
    <w:rsid w:val="0042414F"/>
    <w:rsid w:val="00427B83"/>
    <w:rsid w:val="00430C82"/>
    <w:rsid w:val="0043273A"/>
    <w:rsid w:val="0043434E"/>
    <w:rsid w:val="0043760A"/>
    <w:rsid w:val="00437A75"/>
    <w:rsid w:val="004400B2"/>
    <w:rsid w:val="00441DA6"/>
    <w:rsid w:val="00445336"/>
    <w:rsid w:val="00445567"/>
    <w:rsid w:val="0044585B"/>
    <w:rsid w:val="00446D7C"/>
    <w:rsid w:val="004525AC"/>
    <w:rsid w:val="004617E6"/>
    <w:rsid w:val="00465CF9"/>
    <w:rsid w:val="00467CD1"/>
    <w:rsid w:val="0047179D"/>
    <w:rsid w:val="004735DA"/>
    <w:rsid w:val="004757D5"/>
    <w:rsid w:val="0048030B"/>
    <w:rsid w:val="00480651"/>
    <w:rsid w:val="00483E1A"/>
    <w:rsid w:val="004862E8"/>
    <w:rsid w:val="00486745"/>
    <w:rsid w:val="00490B0F"/>
    <w:rsid w:val="00492A06"/>
    <w:rsid w:val="00493E6A"/>
    <w:rsid w:val="00495294"/>
    <w:rsid w:val="004A0F84"/>
    <w:rsid w:val="004A446D"/>
    <w:rsid w:val="004A6DCF"/>
    <w:rsid w:val="004A7A28"/>
    <w:rsid w:val="004B2E34"/>
    <w:rsid w:val="004B3B72"/>
    <w:rsid w:val="004B51A5"/>
    <w:rsid w:val="004B6654"/>
    <w:rsid w:val="004C0E72"/>
    <w:rsid w:val="004C14DD"/>
    <w:rsid w:val="004C3BF0"/>
    <w:rsid w:val="004C3E46"/>
    <w:rsid w:val="004C6F01"/>
    <w:rsid w:val="004D6347"/>
    <w:rsid w:val="004D6502"/>
    <w:rsid w:val="004E1B34"/>
    <w:rsid w:val="004E72FF"/>
    <w:rsid w:val="004F5D58"/>
    <w:rsid w:val="004F7C85"/>
    <w:rsid w:val="004F7CF9"/>
    <w:rsid w:val="00500220"/>
    <w:rsid w:val="005010B2"/>
    <w:rsid w:val="00501ACA"/>
    <w:rsid w:val="00503732"/>
    <w:rsid w:val="005072BF"/>
    <w:rsid w:val="005101FE"/>
    <w:rsid w:val="00512EDE"/>
    <w:rsid w:val="00513E20"/>
    <w:rsid w:val="00524CC9"/>
    <w:rsid w:val="00527BBD"/>
    <w:rsid w:val="00532A70"/>
    <w:rsid w:val="005468F7"/>
    <w:rsid w:val="00546B26"/>
    <w:rsid w:val="005476CE"/>
    <w:rsid w:val="00552908"/>
    <w:rsid w:val="00555699"/>
    <w:rsid w:val="00562F3E"/>
    <w:rsid w:val="0056598F"/>
    <w:rsid w:val="00565A03"/>
    <w:rsid w:val="00565E0D"/>
    <w:rsid w:val="005729DC"/>
    <w:rsid w:val="00572AEF"/>
    <w:rsid w:val="00574310"/>
    <w:rsid w:val="00576548"/>
    <w:rsid w:val="00576A43"/>
    <w:rsid w:val="005771CE"/>
    <w:rsid w:val="0058165E"/>
    <w:rsid w:val="00582A7F"/>
    <w:rsid w:val="00584E74"/>
    <w:rsid w:val="00585789"/>
    <w:rsid w:val="00590DAA"/>
    <w:rsid w:val="0059159A"/>
    <w:rsid w:val="00595842"/>
    <w:rsid w:val="0059598D"/>
    <w:rsid w:val="00597A15"/>
    <w:rsid w:val="005A10B5"/>
    <w:rsid w:val="005A2F77"/>
    <w:rsid w:val="005A48BD"/>
    <w:rsid w:val="005B1384"/>
    <w:rsid w:val="005B369C"/>
    <w:rsid w:val="005C1E5D"/>
    <w:rsid w:val="005C2E01"/>
    <w:rsid w:val="005C2F3D"/>
    <w:rsid w:val="005C770A"/>
    <w:rsid w:val="005D09E7"/>
    <w:rsid w:val="005D112E"/>
    <w:rsid w:val="005D47FD"/>
    <w:rsid w:val="005D5C42"/>
    <w:rsid w:val="005D5D57"/>
    <w:rsid w:val="005E4458"/>
    <w:rsid w:val="005E6BF9"/>
    <w:rsid w:val="005F6C1E"/>
    <w:rsid w:val="005F7C66"/>
    <w:rsid w:val="00603FF2"/>
    <w:rsid w:val="006062EE"/>
    <w:rsid w:val="00611BD5"/>
    <w:rsid w:val="00612453"/>
    <w:rsid w:val="00617FE0"/>
    <w:rsid w:val="00621EBF"/>
    <w:rsid w:val="00624BD4"/>
    <w:rsid w:val="006271F7"/>
    <w:rsid w:val="00627225"/>
    <w:rsid w:val="00630A77"/>
    <w:rsid w:val="0063100A"/>
    <w:rsid w:val="00631EE5"/>
    <w:rsid w:val="00635592"/>
    <w:rsid w:val="00637235"/>
    <w:rsid w:val="00637D37"/>
    <w:rsid w:val="00641021"/>
    <w:rsid w:val="00641E1B"/>
    <w:rsid w:val="00641F40"/>
    <w:rsid w:val="00642BEF"/>
    <w:rsid w:val="00643D68"/>
    <w:rsid w:val="00646ECD"/>
    <w:rsid w:val="006474AA"/>
    <w:rsid w:val="00656E13"/>
    <w:rsid w:val="0066186B"/>
    <w:rsid w:val="00662D53"/>
    <w:rsid w:val="0066398F"/>
    <w:rsid w:val="00665AD1"/>
    <w:rsid w:val="00666087"/>
    <w:rsid w:val="006674C5"/>
    <w:rsid w:val="006721CF"/>
    <w:rsid w:val="00673E2D"/>
    <w:rsid w:val="006740AD"/>
    <w:rsid w:val="00674411"/>
    <w:rsid w:val="00674B90"/>
    <w:rsid w:val="00676C3C"/>
    <w:rsid w:val="00677298"/>
    <w:rsid w:val="00677EFC"/>
    <w:rsid w:val="0068201D"/>
    <w:rsid w:val="0068579F"/>
    <w:rsid w:val="0069051F"/>
    <w:rsid w:val="00691B46"/>
    <w:rsid w:val="00694B1A"/>
    <w:rsid w:val="00697890"/>
    <w:rsid w:val="006A4432"/>
    <w:rsid w:val="006A4695"/>
    <w:rsid w:val="006A5814"/>
    <w:rsid w:val="006B30F6"/>
    <w:rsid w:val="006B37B5"/>
    <w:rsid w:val="006B4C60"/>
    <w:rsid w:val="006B5E14"/>
    <w:rsid w:val="006C1C73"/>
    <w:rsid w:val="006C1CAD"/>
    <w:rsid w:val="006C4DB9"/>
    <w:rsid w:val="006C5C10"/>
    <w:rsid w:val="006C7FB2"/>
    <w:rsid w:val="006D4666"/>
    <w:rsid w:val="006D6EAA"/>
    <w:rsid w:val="006D71AC"/>
    <w:rsid w:val="006F73E7"/>
    <w:rsid w:val="0070204E"/>
    <w:rsid w:val="0070672C"/>
    <w:rsid w:val="00707980"/>
    <w:rsid w:val="00710CDD"/>
    <w:rsid w:val="007122EE"/>
    <w:rsid w:val="0071283A"/>
    <w:rsid w:val="00712A72"/>
    <w:rsid w:val="00722F59"/>
    <w:rsid w:val="007251C1"/>
    <w:rsid w:val="007260F1"/>
    <w:rsid w:val="00726DDC"/>
    <w:rsid w:val="00735EF3"/>
    <w:rsid w:val="00736974"/>
    <w:rsid w:val="007401B9"/>
    <w:rsid w:val="007403ED"/>
    <w:rsid w:val="0074400C"/>
    <w:rsid w:val="007448AD"/>
    <w:rsid w:val="00745B9D"/>
    <w:rsid w:val="00754AF2"/>
    <w:rsid w:val="00756937"/>
    <w:rsid w:val="007576B0"/>
    <w:rsid w:val="00757C2E"/>
    <w:rsid w:val="00760C02"/>
    <w:rsid w:val="00764695"/>
    <w:rsid w:val="00770CF0"/>
    <w:rsid w:val="00777E5F"/>
    <w:rsid w:val="00780A91"/>
    <w:rsid w:val="00784D9A"/>
    <w:rsid w:val="0078617D"/>
    <w:rsid w:val="007865BC"/>
    <w:rsid w:val="00786998"/>
    <w:rsid w:val="00787AD9"/>
    <w:rsid w:val="00790220"/>
    <w:rsid w:val="00790C49"/>
    <w:rsid w:val="007925E8"/>
    <w:rsid w:val="00793734"/>
    <w:rsid w:val="00795380"/>
    <w:rsid w:val="00797FF6"/>
    <w:rsid w:val="007A70D0"/>
    <w:rsid w:val="007B0278"/>
    <w:rsid w:val="007B0A81"/>
    <w:rsid w:val="007B0BF0"/>
    <w:rsid w:val="007B4950"/>
    <w:rsid w:val="007C0B98"/>
    <w:rsid w:val="007C2D7A"/>
    <w:rsid w:val="007C65E2"/>
    <w:rsid w:val="007D3C32"/>
    <w:rsid w:val="007D6F9F"/>
    <w:rsid w:val="007D7150"/>
    <w:rsid w:val="007E2338"/>
    <w:rsid w:val="007E499C"/>
    <w:rsid w:val="007E59FF"/>
    <w:rsid w:val="007E7351"/>
    <w:rsid w:val="007F0761"/>
    <w:rsid w:val="007F40B4"/>
    <w:rsid w:val="007F6A43"/>
    <w:rsid w:val="007F7210"/>
    <w:rsid w:val="008052C1"/>
    <w:rsid w:val="00811A17"/>
    <w:rsid w:val="00812081"/>
    <w:rsid w:val="00815322"/>
    <w:rsid w:val="0081534A"/>
    <w:rsid w:val="008172ED"/>
    <w:rsid w:val="0082590D"/>
    <w:rsid w:val="00833484"/>
    <w:rsid w:val="00834A01"/>
    <w:rsid w:val="0084526B"/>
    <w:rsid w:val="00851E3F"/>
    <w:rsid w:val="00852A12"/>
    <w:rsid w:val="00852A14"/>
    <w:rsid w:val="008538C3"/>
    <w:rsid w:val="008548D1"/>
    <w:rsid w:val="00875B6B"/>
    <w:rsid w:val="008763C9"/>
    <w:rsid w:val="00876C1D"/>
    <w:rsid w:val="008774EA"/>
    <w:rsid w:val="00877ED9"/>
    <w:rsid w:val="00880AD5"/>
    <w:rsid w:val="0089744F"/>
    <w:rsid w:val="00897CE6"/>
    <w:rsid w:val="008A6243"/>
    <w:rsid w:val="008B0427"/>
    <w:rsid w:val="008B1E3C"/>
    <w:rsid w:val="008B2868"/>
    <w:rsid w:val="008B5839"/>
    <w:rsid w:val="008C0C00"/>
    <w:rsid w:val="008C512C"/>
    <w:rsid w:val="008C55DC"/>
    <w:rsid w:val="008C577E"/>
    <w:rsid w:val="008C5A24"/>
    <w:rsid w:val="008C77C7"/>
    <w:rsid w:val="008D0957"/>
    <w:rsid w:val="008D1C82"/>
    <w:rsid w:val="008D2313"/>
    <w:rsid w:val="008D29B5"/>
    <w:rsid w:val="008D6586"/>
    <w:rsid w:val="008D7AFD"/>
    <w:rsid w:val="008D7E2A"/>
    <w:rsid w:val="008E397A"/>
    <w:rsid w:val="008E69B7"/>
    <w:rsid w:val="008E7DEE"/>
    <w:rsid w:val="008F0EA5"/>
    <w:rsid w:val="008F4019"/>
    <w:rsid w:val="008F4987"/>
    <w:rsid w:val="008F4A1B"/>
    <w:rsid w:val="008F5E4C"/>
    <w:rsid w:val="00904913"/>
    <w:rsid w:val="0090653B"/>
    <w:rsid w:val="00910371"/>
    <w:rsid w:val="00915F91"/>
    <w:rsid w:val="009165E2"/>
    <w:rsid w:val="00917842"/>
    <w:rsid w:val="0092068B"/>
    <w:rsid w:val="00921045"/>
    <w:rsid w:val="00921F46"/>
    <w:rsid w:val="0092218D"/>
    <w:rsid w:val="00924682"/>
    <w:rsid w:val="00924FF2"/>
    <w:rsid w:val="009328D2"/>
    <w:rsid w:val="00932BCB"/>
    <w:rsid w:val="00932C50"/>
    <w:rsid w:val="0093723D"/>
    <w:rsid w:val="00940209"/>
    <w:rsid w:val="00941247"/>
    <w:rsid w:val="009443A0"/>
    <w:rsid w:val="00947394"/>
    <w:rsid w:val="00952A97"/>
    <w:rsid w:val="00953FFC"/>
    <w:rsid w:val="00954772"/>
    <w:rsid w:val="00961E82"/>
    <w:rsid w:val="009632FD"/>
    <w:rsid w:val="00964244"/>
    <w:rsid w:val="00971BD1"/>
    <w:rsid w:val="00975FCF"/>
    <w:rsid w:val="00976C15"/>
    <w:rsid w:val="00980665"/>
    <w:rsid w:val="009811D5"/>
    <w:rsid w:val="00984757"/>
    <w:rsid w:val="009933CB"/>
    <w:rsid w:val="00994CAF"/>
    <w:rsid w:val="009A0380"/>
    <w:rsid w:val="009A45F9"/>
    <w:rsid w:val="009A77A6"/>
    <w:rsid w:val="009B54A5"/>
    <w:rsid w:val="009B59D7"/>
    <w:rsid w:val="009C2060"/>
    <w:rsid w:val="009C5776"/>
    <w:rsid w:val="009C7A8B"/>
    <w:rsid w:val="009D02CB"/>
    <w:rsid w:val="009D1415"/>
    <w:rsid w:val="009D7E94"/>
    <w:rsid w:val="009E087A"/>
    <w:rsid w:val="009E65EF"/>
    <w:rsid w:val="009F35D6"/>
    <w:rsid w:val="009F6A82"/>
    <w:rsid w:val="00A0554A"/>
    <w:rsid w:val="00A060C8"/>
    <w:rsid w:val="00A06311"/>
    <w:rsid w:val="00A20A11"/>
    <w:rsid w:val="00A21AB6"/>
    <w:rsid w:val="00A23B65"/>
    <w:rsid w:val="00A246AD"/>
    <w:rsid w:val="00A265E0"/>
    <w:rsid w:val="00A3124A"/>
    <w:rsid w:val="00A32046"/>
    <w:rsid w:val="00A3279A"/>
    <w:rsid w:val="00A32C81"/>
    <w:rsid w:val="00A33F9F"/>
    <w:rsid w:val="00A35D54"/>
    <w:rsid w:val="00A35DA7"/>
    <w:rsid w:val="00A370EB"/>
    <w:rsid w:val="00A37628"/>
    <w:rsid w:val="00A40E69"/>
    <w:rsid w:val="00A50594"/>
    <w:rsid w:val="00A535AD"/>
    <w:rsid w:val="00A63855"/>
    <w:rsid w:val="00A655CD"/>
    <w:rsid w:val="00A66878"/>
    <w:rsid w:val="00A721F1"/>
    <w:rsid w:val="00A82404"/>
    <w:rsid w:val="00A831FA"/>
    <w:rsid w:val="00A8663C"/>
    <w:rsid w:val="00A94907"/>
    <w:rsid w:val="00A97C60"/>
    <w:rsid w:val="00AA1801"/>
    <w:rsid w:val="00AA18AA"/>
    <w:rsid w:val="00AA3B00"/>
    <w:rsid w:val="00AA3C87"/>
    <w:rsid w:val="00AA5CB6"/>
    <w:rsid w:val="00AB0D5D"/>
    <w:rsid w:val="00AB2B84"/>
    <w:rsid w:val="00AB3528"/>
    <w:rsid w:val="00AB557D"/>
    <w:rsid w:val="00AB613E"/>
    <w:rsid w:val="00AC164F"/>
    <w:rsid w:val="00AC5132"/>
    <w:rsid w:val="00AC6398"/>
    <w:rsid w:val="00AC7410"/>
    <w:rsid w:val="00AD1719"/>
    <w:rsid w:val="00AD21E1"/>
    <w:rsid w:val="00AD65DD"/>
    <w:rsid w:val="00AD6BFA"/>
    <w:rsid w:val="00AE7C05"/>
    <w:rsid w:val="00AF567E"/>
    <w:rsid w:val="00AF6E79"/>
    <w:rsid w:val="00AF785C"/>
    <w:rsid w:val="00B04996"/>
    <w:rsid w:val="00B12690"/>
    <w:rsid w:val="00B12923"/>
    <w:rsid w:val="00B12A8F"/>
    <w:rsid w:val="00B16268"/>
    <w:rsid w:val="00B16F1B"/>
    <w:rsid w:val="00B17A2A"/>
    <w:rsid w:val="00B20B07"/>
    <w:rsid w:val="00B2233F"/>
    <w:rsid w:val="00B25222"/>
    <w:rsid w:val="00B25698"/>
    <w:rsid w:val="00B30ED7"/>
    <w:rsid w:val="00B33B80"/>
    <w:rsid w:val="00B367E8"/>
    <w:rsid w:val="00B37230"/>
    <w:rsid w:val="00B3730B"/>
    <w:rsid w:val="00B44FD5"/>
    <w:rsid w:val="00B451D2"/>
    <w:rsid w:val="00B452EB"/>
    <w:rsid w:val="00B51AD7"/>
    <w:rsid w:val="00B53808"/>
    <w:rsid w:val="00B5394E"/>
    <w:rsid w:val="00B54827"/>
    <w:rsid w:val="00B55DB6"/>
    <w:rsid w:val="00B5682F"/>
    <w:rsid w:val="00B600DA"/>
    <w:rsid w:val="00B62C6D"/>
    <w:rsid w:val="00B63132"/>
    <w:rsid w:val="00B641AA"/>
    <w:rsid w:val="00B66ED5"/>
    <w:rsid w:val="00B67303"/>
    <w:rsid w:val="00B71B44"/>
    <w:rsid w:val="00B720B8"/>
    <w:rsid w:val="00B759A8"/>
    <w:rsid w:val="00B77134"/>
    <w:rsid w:val="00B805FF"/>
    <w:rsid w:val="00B81AE7"/>
    <w:rsid w:val="00B82BB7"/>
    <w:rsid w:val="00B82EF3"/>
    <w:rsid w:val="00B86985"/>
    <w:rsid w:val="00B86DAC"/>
    <w:rsid w:val="00BA2F0A"/>
    <w:rsid w:val="00BA40EF"/>
    <w:rsid w:val="00BB2437"/>
    <w:rsid w:val="00BC0CC9"/>
    <w:rsid w:val="00BC0F6B"/>
    <w:rsid w:val="00BC34D6"/>
    <w:rsid w:val="00BC4691"/>
    <w:rsid w:val="00BC4871"/>
    <w:rsid w:val="00BC65A7"/>
    <w:rsid w:val="00BD1950"/>
    <w:rsid w:val="00BD4C63"/>
    <w:rsid w:val="00BD7787"/>
    <w:rsid w:val="00BE026E"/>
    <w:rsid w:val="00BE2489"/>
    <w:rsid w:val="00BE2D5A"/>
    <w:rsid w:val="00BF1972"/>
    <w:rsid w:val="00BF2137"/>
    <w:rsid w:val="00BF2ABC"/>
    <w:rsid w:val="00BF2DF9"/>
    <w:rsid w:val="00BF788D"/>
    <w:rsid w:val="00C04393"/>
    <w:rsid w:val="00C106E2"/>
    <w:rsid w:val="00C122B2"/>
    <w:rsid w:val="00C12FB8"/>
    <w:rsid w:val="00C167E6"/>
    <w:rsid w:val="00C171C2"/>
    <w:rsid w:val="00C21E11"/>
    <w:rsid w:val="00C21F6E"/>
    <w:rsid w:val="00C22D15"/>
    <w:rsid w:val="00C238C5"/>
    <w:rsid w:val="00C25E3D"/>
    <w:rsid w:val="00C2783D"/>
    <w:rsid w:val="00C30B96"/>
    <w:rsid w:val="00C32686"/>
    <w:rsid w:val="00C350D6"/>
    <w:rsid w:val="00C42964"/>
    <w:rsid w:val="00C43A9C"/>
    <w:rsid w:val="00C47547"/>
    <w:rsid w:val="00C53709"/>
    <w:rsid w:val="00C622CD"/>
    <w:rsid w:val="00C63871"/>
    <w:rsid w:val="00C63F4D"/>
    <w:rsid w:val="00C644E6"/>
    <w:rsid w:val="00C77175"/>
    <w:rsid w:val="00C81683"/>
    <w:rsid w:val="00C8574A"/>
    <w:rsid w:val="00C863A4"/>
    <w:rsid w:val="00C86709"/>
    <w:rsid w:val="00C92F13"/>
    <w:rsid w:val="00C95463"/>
    <w:rsid w:val="00C9714E"/>
    <w:rsid w:val="00C9720D"/>
    <w:rsid w:val="00CA1C8B"/>
    <w:rsid w:val="00CA772F"/>
    <w:rsid w:val="00CA7F8E"/>
    <w:rsid w:val="00CB2968"/>
    <w:rsid w:val="00CB5624"/>
    <w:rsid w:val="00CB6609"/>
    <w:rsid w:val="00CB763C"/>
    <w:rsid w:val="00CB79AC"/>
    <w:rsid w:val="00CC016F"/>
    <w:rsid w:val="00CC1052"/>
    <w:rsid w:val="00CC10EC"/>
    <w:rsid w:val="00CC2ADA"/>
    <w:rsid w:val="00CC5502"/>
    <w:rsid w:val="00CC6210"/>
    <w:rsid w:val="00CC6588"/>
    <w:rsid w:val="00CD2326"/>
    <w:rsid w:val="00CD2CF3"/>
    <w:rsid w:val="00CD50AD"/>
    <w:rsid w:val="00CD71B8"/>
    <w:rsid w:val="00CE1A8B"/>
    <w:rsid w:val="00CE1F80"/>
    <w:rsid w:val="00CE21D4"/>
    <w:rsid w:val="00CE5701"/>
    <w:rsid w:val="00CE5FF0"/>
    <w:rsid w:val="00CF0951"/>
    <w:rsid w:val="00CF3DA4"/>
    <w:rsid w:val="00D01CEC"/>
    <w:rsid w:val="00D04425"/>
    <w:rsid w:val="00D0526A"/>
    <w:rsid w:val="00D05F26"/>
    <w:rsid w:val="00D07668"/>
    <w:rsid w:val="00D1462D"/>
    <w:rsid w:val="00D1556F"/>
    <w:rsid w:val="00D168D5"/>
    <w:rsid w:val="00D23DC6"/>
    <w:rsid w:val="00D27BEA"/>
    <w:rsid w:val="00D3005E"/>
    <w:rsid w:val="00D33A08"/>
    <w:rsid w:val="00D40BDD"/>
    <w:rsid w:val="00D40C50"/>
    <w:rsid w:val="00D414A2"/>
    <w:rsid w:val="00D43C89"/>
    <w:rsid w:val="00D43EB9"/>
    <w:rsid w:val="00D44CCC"/>
    <w:rsid w:val="00D47730"/>
    <w:rsid w:val="00D501E9"/>
    <w:rsid w:val="00D54974"/>
    <w:rsid w:val="00D5533F"/>
    <w:rsid w:val="00D57BFF"/>
    <w:rsid w:val="00D62B45"/>
    <w:rsid w:val="00D63EAF"/>
    <w:rsid w:val="00D664C8"/>
    <w:rsid w:val="00D67351"/>
    <w:rsid w:val="00D7277F"/>
    <w:rsid w:val="00D74DCF"/>
    <w:rsid w:val="00D7645F"/>
    <w:rsid w:val="00D82E90"/>
    <w:rsid w:val="00D83ED4"/>
    <w:rsid w:val="00D85B8F"/>
    <w:rsid w:val="00D863DD"/>
    <w:rsid w:val="00D919CC"/>
    <w:rsid w:val="00D920FA"/>
    <w:rsid w:val="00D92393"/>
    <w:rsid w:val="00DA0DB2"/>
    <w:rsid w:val="00DA1528"/>
    <w:rsid w:val="00DA17CD"/>
    <w:rsid w:val="00DA1A3D"/>
    <w:rsid w:val="00DA2DB4"/>
    <w:rsid w:val="00DA38E5"/>
    <w:rsid w:val="00DA3BE7"/>
    <w:rsid w:val="00DB27C9"/>
    <w:rsid w:val="00DB5BE8"/>
    <w:rsid w:val="00DC118C"/>
    <w:rsid w:val="00DC31A2"/>
    <w:rsid w:val="00DD1651"/>
    <w:rsid w:val="00DD4F65"/>
    <w:rsid w:val="00DD5D1C"/>
    <w:rsid w:val="00DE3179"/>
    <w:rsid w:val="00DE3204"/>
    <w:rsid w:val="00DE3839"/>
    <w:rsid w:val="00DF28D2"/>
    <w:rsid w:val="00DF6BE0"/>
    <w:rsid w:val="00E0104D"/>
    <w:rsid w:val="00E0597D"/>
    <w:rsid w:val="00E062EE"/>
    <w:rsid w:val="00E07940"/>
    <w:rsid w:val="00E108AE"/>
    <w:rsid w:val="00E16A67"/>
    <w:rsid w:val="00E20F7F"/>
    <w:rsid w:val="00E232C9"/>
    <w:rsid w:val="00E266A0"/>
    <w:rsid w:val="00E273B4"/>
    <w:rsid w:val="00E30887"/>
    <w:rsid w:val="00E318BF"/>
    <w:rsid w:val="00E32AB1"/>
    <w:rsid w:val="00E334D9"/>
    <w:rsid w:val="00E34402"/>
    <w:rsid w:val="00E344CB"/>
    <w:rsid w:val="00E3472F"/>
    <w:rsid w:val="00E36193"/>
    <w:rsid w:val="00E40C78"/>
    <w:rsid w:val="00E42B12"/>
    <w:rsid w:val="00E4459C"/>
    <w:rsid w:val="00E4625E"/>
    <w:rsid w:val="00E47B06"/>
    <w:rsid w:val="00E52C6A"/>
    <w:rsid w:val="00E52E38"/>
    <w:rsid w:val="00E54773"/>
    <w:rsid w:val="00E61E07"/>
    <w:rsid w:val="00E65755"/>
    <w:rsid w:val="00E6620C"/>
    <w:rsid w:val="00E730E9"/>
    <w:rsid w:val="00E74EC3"/>
    <w:rsid w:val="00E800BE"/>
    <w:rsid w:val="00E82B5D"/>
    <w:rsid w:val="00E82CC6"/>
    <w:rsid w:val="00E834E0"/>
    <w:rsid w:val="00E83DFF"/>
    <w:rsid w:val="00E83E99"/>
    <w:rsid w:val="00E84490"/>
    <w:rsid w:val="00E861B6"/>
    <w:rsid w:val="00E9324B"/>
    <w:rsid w:val="00E938E8"/>
    <w:rsid w:val="00E97A7F"/>
    <w:rsid w:val="00EA24C5"/>
    <w:rsid w:val="00EB0CEF"/>
    <w:rsid w:val="00EB2141"/>
    <w:rsid w:val="00EB451D"/>
    <w:rsid w:val="00EB6269"/>
    <w:rsid w:val="00EB6593"/>
    <w:rsid w:val="00ED370D"/>
    <w:rsid w:val="00ED5477"/>
    <w:rsid w:val="00ED63E1"/>
    <w:rsid w:val="00EE4364"/>
    <w:rsid w:val="00EE55C1"/>
    <w:rsid w:val="00EF03D1"/>
    <w:rsid w:val="00F01BE7"/>
    <w:rsid w:val="00F02A36"/>
    <w:rsid w:val="00F03C49"/>
    <w:rsid w:val="00F03F6C"/>
    <w:rsid w:val="00F05158"/>
    <w:rsid w:val="00F06392"/>
    <w:rsid w:val="00F11A6C"/>
    <w:rsid w:val="00F14ACD"/>
    <w:rsid w:val="00F17F93"/>
    <w:rsid w:val="00F200A4"/>
    <w:rsid w:val="00F21782"/>
    <w:rsid w:val="00F263D6"/>
    <w:rsid w:val="00F26B64"/>
    <w:rsid w:val="00F31AB8"/>
    <w:rsid w:val="00F32831"/>
    <w:rsid w:val="00F35C48"/>
    <w:rsid w:val="00F42014"/>
    <w:rsid w:val="00F43F59"/>
    <w:rsid w:val="00F526B7"/>
    <w:rsid w:val="00F56F43"/>
    <w:rsid w:val="00F5796E"/>
    <w:rsid w:val="00F60835"/>
    <w:rsid w:val="00F65919"/>
    <w:rsid w:val="00F6658B"/>
    <w:rsid w:val="00F67EBA"/>
    <w:rsid w:val="00F7056F"/>
    <w:rsid w:val="00F71686"/>
    <w:rsid w:val="00F7353D"/>
    <w:rsid w:val="00F737BB"/>
    <w:rsid w:val="00F7652B"/>
    <w:rsid w:val="00F76A1F"/>
    <w:rsid w:val="00F81983"/>
    <w:rsid w:val="00F81E03"/>
    <w:rsid w:val="00F827F9"/>
    <w:rsid w:val="00F83BCF"/>
    <w:rsid w:val="00F86776"/>
    <w:rsid w:val="00F90993"/>
    <w:rsid w:val="00F92222"/>
    <w:rsid w:val="00F92607"/>
    <w:rsid w:val="00F9613C"/>
    <w:rsid w:val="00F970B2"/>
    <w:rsid w:val="00FA0A83"/>
    <w:rsid w:val="00FB5489"/>
    <w:rsid w:val="00FB64E8"/>
    <w:rsid w:val="00FB7B69"/>
    <w:rsid w:val="00FC1533"/>
    <w:rsid w:val="00FC45F8"/>
    <w:rsid w:val="00FC4BD9"/>
    <w:rsid w:val="00FD20B6"/>
    <w:rsid w:val="00FE0E94"/>
    <w:rsid w:val="00FE4563"/>
    <w:rsid w:val="00FE496C"/>
    <w:rsid w:val="00FF14BC"/>
    <w:rsid w:val="00FF2E5B"/>
    <w:rsid w:val="00FF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9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2209D"/>
    <w:pPr>
      <w:jc w:val="right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2209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E0E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492</Words>
  <Characters>2805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Журавлёва Н. С.</dc:creator>
  <cp:keywords/>
  <dc:description/>
  <cp:lastModifiedBy>User</cp:lastModifiedBy>
  <cp:revision>4</cp:revision>
  <cp:lastPrinted>2013-11-13T09:44:00Z</cp:lastPrinted>
  <dcterms:created xsi:type="dcterms:W3CDTF">2013-11-13T06:31:00Z</dcterms:created>
  <dcterms:modified xsi:type="dcterms:W3CDTF">2013-11-29T09:21:00Z</dcterms:modified>
</cp:coreProperties>
</file>